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0" w:type="dxa"/>
        <w:tblInd w:w="-925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000"/>
      </w:tblPr>
      <w:tblGrid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  <w:r>
              <w:rPr>
                <w:noProof/>
                <w:lang w:val="ru-RU"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1.75pt;margin-top:-53.85pt;width:450pt;height:53.5pt;z-index:251658240" strokecolor="white">
                  <v:textbox>
                    <w:txbxContent>
                      <w:p w:rsidR="001A1B99" w:rsidRPr="0029070D" w:rsidRDefault="001A1B99" w:rsidP="0029070D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29070D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Ответы на кроссворд по математике</w:t>
                        </w:r>
                      </w:p>
                      <w:p w:rsidR="001A1B99" w:rsidRPr="0029070D" w:rsidRDefault="001A1B99" w:rsidP="0029070D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29070D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9 класс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</w:pPr>
            <w:r w:rsidRPr="00854CFD">
              <w:rPr>
                <w:vertAlign w:val="superscript"/>
              </w:rPr>
              <w:t>1</w:t>
            </w: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</w:pPr>
            <w:r w:rsidRPr="00854CFD">
              <w:rPr>
                <w:vertAlign w:val="superscript"/>
              </w:rPr>
              <w:t>2</w:t>
            </w: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</w:pPr>
            <w:r w:rsidRPr="00854CFD">
              <w:rPr>
                <w:vertAlign w:val="superscript"/>
              </w:rPr>
              <w:t>3</w:t>
            </w: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</w:pPr>
            <w:r w:rsidRPr="00854CFD">
              <w:rPr>
                <w:vertAlign w:val="superscript"/>
              </w:rPr>
              <w:t>4</w:t>
            </w: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</w:pPr>
            <w:r w:rsidRPr="00854CFD">
              <w:rPr>
                <w:vertAlign w:val="superscript"/>
              </w:rPr>
              <w:t>11</w:t>
            </w: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</w:pPr>
            <w:r w:rsidRPr="00854CFD">
              <w:rPr>
                <w:vertAlign w:val="superscript"/>
              </w:rPr>
              <w:t>9</w:t>
            </w: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</w:pPr>
            <w:r w:rsidRPr="00854CFD">
              <w:rPr>
                <w:vertAlign w:val="superscript"/>
              </w:rPr>
              <w:t>10</w:t>
            </w: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</w:pPr>
            <w:r w:rsidRPr="00854CFD">
              <w:rPr>
                <w:vertAlign w:val="superscript"/>
              </w:rPr>
              <w:t>7</w:t>
            </w: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</w:pPr>
            <w:r w:rsidRPr="00854CFD">
              <w:rPr>
                <w:vertAlign w:val="superscript"/>
              </w:rPr>
              <w:t>8</w:t>
            </w: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</w:pPr>
            <w:r w:rsidRPr="00854CFD">
              <w:rPr>
                <w:vertAlign w:val="superscript"/>
              </w:rPr>
              <w:t>5</w:t>
            </w: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</w:pPr>
            <w:r w:rsidRPr="00854CFD">
              <w:rPr>
                <w:vertAlign w:val="superscript"/>
              </w:rPr>
              <w:t>12</w:t>
            </w: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</w:pPr>
            <w:r w:rsidRPr="00854CFD">
              <w:rPr>
                <w:vertAlign w:val="superscript"/>
              </w:rPr>
              <w:t>6</w:t>
            </w: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</w:pPr>
            <w:r w:rsidRPr="00854CFD">
              <w:rPr>
                <w:vertAlign w:val="superscript"/>
              </w:rPr>
              <w:t>13</w:t>
            </w: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  <w:tr w:rsidR="001A1B99" w:rsidRPr="00854CFD" w:rsidTr="0029070D">
        <w:trPr>
          <w:trHeight w:hRule="exact" w:val="444"/>
        </w:trPr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  <w:tc>
          <w:tcPr>
            <w:tcW w:w="520" w:type="dxa"/>
            <w:shd w:val="clear" w:color="auto" w:fill="BBBBBB"/>
            <w:vAlign w:val="center"/>
          </w:tcPr>
          <w:p w:rsidR="001A1B99" w:rsidRPr="00854CFD" w:rsidRDefault="001A1B99">
            <w:pPr>
              <w:pStyle w:val="BodyText"/>
              <w:jc w:val="center"/>
            </w:pPr>
          </w:p>
        </w:tc>
      </w:tr>
    </w:tbl>
    <w:p w:rsidR="001A1B99" w:rsidRDefault="001A1B99">
      <w:pPr>
        <w:pStyle w:val="BodyText"/>
      </w:pPr>
    </w:p>
    <w:tbl>
      <w:tblPr>
        <w:tblW w:w="0" w:type="auto"/>
        <w:tblLook w:val="0000"/>
      </w:tblPr>
      <w:tblGrid>
        <w:gridCol w:w="2327"/>
        <w:gridCol w:w="2426"/>
      </w:tblGrid>
      <w:tr w:rsidR="001A1B99" w:rsidRPr="00854CFD">
        <w:tc>
          <w:tcPr>
            <w:tcW w:w="0" w:type="auto"/>
          </w:tcPr>
          <w:p w:rsidR="001A1B99" w:rsidRPr="0029070D" w:rsidRDefault="001A1B99">
            <w:pPr>
              <w:pStyle w:val="BodyText"/>
              <w:rPr>
                <w:color w:val="000080"/>
                <w:sz w:val="28"/>
                <w:szCs w:val="28"/>
              </w:rPr>
            </w:pPr>
            <w:r w:rsidRPr="0029070D">
              <w:rPr>
                <w:color w:val="000080"/>
                <w:sz w:val="28"/>
                <w:szCs w:val="28"/>
              </w:rPr>
              <w:t>По горизонтали:</w:t>
            </w:r>
          </w:p>
        </w:tc>
        <w:tc>
          <w:tcPr>
            <w:tcW w:w="0" w:type="auto"/>
          </w:tcPr>
          <w:p w:rsidR="001A1B99" w:rsidRPr="0029070D" w:rsidRDefault="001A1B99">
            <w:pPr>
              <w:pStyle w:val="BodyText"/>
              <w:rPr>
                <w:color w:val="000080"/>
                <w:sz w:val="28"/>
                <w:szCs w:val="28"/>
              </w:rPr>
            </w:pPr>
            <w:r w:rsidRPr="0029070D">
              <w:rPr>
                <w:color w:val="000080"/>
                <w:sz w:val="28"/>
                <w:szCs w:val="28"/>
              </w:rPr>
              <w:t>По вертикали:</w:t>
            </w:r>
          </w:p>
        </w:tc>
      </w:tr>
      <w:tr w:rsidR="001A1B99" w:rsidRPr="0029070D">
        <w:tc>
          <w:tcPr>
            <w:tcW w:w="0" w:type="auto"/>
          </w:tcPr>
          <w:p w:rsidR="001A1B99" w:rsidRPr="0029070D" w:rsidRDefault="001A1B99">
            <w:pPr>
              <w:pStyle w:val="BodyText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>1. прямая</w:t>
            </w:r>
          </w:p>
          <w:p w:rsidR="001A1B99" w:rsidRPr="0029070D" w:rsidRDefault="001A1B99">
            <w:pPr>
              <w:pStyle w:val="BodyText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>3. центральный</w:t>
            </w:r>
          </w:p>
          <w:p w:rsidR="001A1B99" w:rsidRPr="0029070D" w:rsidRDefault="001A1B99">
            <w:pPr>
              <w:pStyle w:val="BodyText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>4. ромб</w:t>
            </w:r>
          </w:p>
          <w:p w:rsidR="001A1B99" w:rsidRPr="0029070D" w:rsidRDefault="001A1B99">
            <w:pPr>
              <w:pStyle w:val="BodyText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>5. одночлен</w:t>
            </w:r>
          </w:p>
          <w:p w:rsidR="001A1B99" w:rsidRPr="0029070D" w:rsidRDefault="001A1B99">
            <w:pPr>
              <w:pStyle w:val="BodyText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>6. периметр</w:t>
            </w:r>
          </w:p>
          <w:p w:rsidR="001A1B99" w:rsidRPr="0029070D" w:rsidRDefault="001A1B99">
            <w:pPr>
              <w:pStyle w:val="BodyText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>8. хорда</w:t>
            </w:r>
          </w:p>
          <w:p w:rsidR="001A1B99" w:rsidRPr="0029070D" w:rsidRDefault="001A1B99">
            <w:pPr>
              <w:pStyle w:val="BodyText"/>
              <w:rPr>
                <w:color w:val="000080"/>
              </w:rPr>
            </w:pPr>
            <w:r w:rsidRPr="0029070D">
              <w:rPr>
                <w:color w:val="000080"/>
              </w:rPr>
              <w:t>9. геометрия</w:t>
            </w:r>
          </w:p>
          <w:p w:rsidR="001A1B99" w:rsidRPr="0029070D" w:rsidRDefault="001A1B99">
            <w:pPr>
              <w:pStyle w:val="BodyText"/>
              <w:rPr>
                <w:color w:val="000080"/>
              </w:rPr>
            </w:pPr>
            <w:r w:rsidRPr="0029070D">
              <w:rPr>
                <w:color w:val="000080"/>
              </w:rPr>
              <w:t>12. круг</w:t>
            </w:r>
          </w:p>
          <w:p w:rsidR="001A1B99" w:rsidRPr="0029070D" w:rsidRDefault="001A1B99">
            <w:pPr>
              <w:pStyle w:val="BodyText"/>
              <w:rPr>
                <w:color w:val="000080"/>
              </w:rPr>
            </w:pPr>
            <w:r w:rsidRPr="0029070D">
              <w:rPr>
                <w:color w:val="000080"/>
              </w:rPr>
              <w:t>13. медиана</w:t>
            </w:r>
          </w:p>
        </w:tc>
        <w:tc>
          <w:tcPr>
            <w:tcW w:w="0" w:type="auto"/>
          </w:tcPr>
          <w:p w:rsidR="001A1B99" w:rsidRPr="0029070D" w:rsidRDefault="001A1B99">
            <w:pPr>
              <w:pStyle w:val="BodyText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>2. равнобедренный</w:t>
            </w:r>
          </w:p>
          <w:p w:rsidR="001A1B99" w:rsidRPr="0029070D" w:rsidRDefault="001A1B99">
            <w:pPr>
              <w:pStyle w:val="BodyText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>5. отрезок</w:t>
            </w:r>
          </w:p>
          <w:p w:rsidR="001A1B99" w:rsidRPr="0029070D" w:rsidRDefault="001A1B99">
            <w:pPr>
              <w:pStyle w:val="BodyText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>7. процент</w:t>
            </w:r>
          </w:p>
          <w:p w:rsidR="001A1B99" w:rsidRPr="0029070D" w:rsidRDefault="001A1B99">
            <w:pPr>
              <w:pStyle w:val="BodyText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>9. градус</w:t>
            </w:r>
          </w:p>
          <w:p w:rsidR="001A1B99" w:rsidRPr="0029070D" w:rsidRDefault="001A1B99">
            <w:pPr>
              <w:pStyle w:val="BodyText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>10. ордината</w:t>
            </w:r>
          </w:p>
          <w:p w:rsidR="001A1B99" w:rsidRPr="0029070D" w:rsidRDefault="001A1B99">
            <w:pPr>
              <w:pStyle w:val="BodyText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>11. пересекающиеся</w:t>
            </w:r>
          </w:p>
        </w:tc>
      </w:tr>
    </w:tbl>
    <w:p w:rsidR="001A1B99" w:rsidRPr="0029070D" w:rsidRDefault="001A1B99">
      <w:pPr>
        <w:rPr>
          <w:lang w:val="ru-RU"/>
        </w:rPr>
      </w:pPr>
    </w:p>
    <w:sectPr w:rsidR="001A1B99" w:rsidRPr="0029070D" w:rsidSect="00DE1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ECFC1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0"/>
  </w:num>
  <w:num w:numId="4">
    <w:abstractNumId w:val="9"/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1A1B99"/>
    <w:rsid w:val="0029070D"/>
    <w:rsid w:val="004A794A"/>
    <w:rsid w:val="004E29B3"/>
    <w:rsid w:val="00590D07"/>
    <w:rsid w:val="00784D58"/>
    <w:rsid w:val="00854CFD"/>
    <w:rsid w:val="008D6863"/>
    <w:rsid w:val="00B86B75"/>
    <w:rsid w:val="00BC48D5"/>
    <w:rsid w:val="00C36279"/>
    <w:rsid w:val="00DE1C9B"/>
    <w:rsid w:val="00E31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15A3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15A3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15A3"/>
    <w:rPr>
      <w:rFonts w:ascii="Calibri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315A3"/>
    <w:rPr>
      <w:rFonts w:ascii="Calibri" w:hAnsi="Calibri" w:cs="Times New Roman"/>
      <w:b/>
      <w:bCs/>
      <w:color w:val="4F81BD"/>
      <w:sz w:val="26"/>
      <w:szCs w:val="26"/>
    </w:rPr>
  </w:style>
  <w:style w:type="table" w:styleId="ColorfulGrid-Accent1">
    <w:name w:val="Colorful Grid Accent 1"/>
    <w:basedOn w:val="TableNormal"/>
    <w:uiPriority w:val="99"/>
    <w:rsid w:val="008D6863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styleId="ListBullet">
    <w:name w:val="List Bullet"/>
    <w:basedOn w:val="Normal"/>
    <w:uiPriority w:val="99"/>
    <w:rsid w:val="00784D58"/>
    <w:pPr>
      <w:numPr>
        <w:numId w:val="10"/>
      </w:numPr>
      <w:tabs>
        <w:tab w:val="clear" w:pos="1492"/>
        <w:tab w:val="num" w:pos="360"/>
      </w:tabs>
      <w:ind w:left="360"/>
      <w:contextualSpacing/>
    </w:pPr>
  </w:style>
  <w:style w:type="paragraph" w:styleId="ListNumber">
    <w:name w:val="List Number"/>
    <w:basedOn w:val="Normal"/>
    <w:uiPriority w:val="99"/>
    <w:rsid w:val="00784D58"/>
    <w:pPr>
      <w:numPr>
        <w:numId w:val="15"/>
      </w:numPr>
      <w:tabs>
        <w:tab w:val="clear" w:pos="1209"/>
        <w:tab w:val="num" w:pos="360"/>
      </w:tabs>
      <w:ind w:left="360"/>
      <w:contextualSpacing/>
    </w:pPr>
  </w:style>
  <w:style w:type="paragraph" w:styleId="BodyText">
    <w:name w:val="Body Text"/>
    <w:basedOn w:val="Normal"/>
    <w:link w:val="BodyTextChar"/>
    <w:uiPriority w:val="99"/>
    <w:rsid w:val="00BC48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C48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97</Words>
  <Characters>557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2012-08-22T07:41:00Z</dcterms:created>
  <dcterms:modified xsi:type="dcterms:W3CDTF">2012-08-22T07:46:00Z</dcterms:modified>
</cp:coreProperties>
</file>